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11" w:rsidRDefault="00166F11" w:rsidP="00A02923">
      <w:pPr>
        <w:ind w:firstLine="0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pt;margin-top:2.8pt;width:53pt;height:60pt;z-index:251658240" fillcolor="window">
            <v:imagedata r:id="rId7" o:title=""/>
            <w10:wrap type="square" side="right"/>
          </v:shape>
          <o:OLEObject Type="Embed" ProgID="PBrush" ShapeID="_x0000_s1026" DrawAspect="Content" ObjectID="_1682775580" r:id="rId8"/>
        </w:pi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66F11" w:rsidRDefault="00166F11" w:rsidP="00A02923">
      <w:pPr>
        <w:rPr>
          <w:b/>
          <w:sz w:val="28"/>
          <w:szCs w:val="28"/>
        </w:rPr>
      </w:pPr>
    </w:p>
    <w:p w:rsidR="00166F11" w:rsidRPr="001D6D3B" w:rsidRDefault="00166F11" w:rsidP="001D6D3B">
      <w:pPr>
        <w:tabs>
          <w:tab w:val="left" w:pos="7655"/>
        </w:tabs>
        <w:spacing w:before="0"/>
        <w:ind w:firstLine="0"/>
        <w:jc w:val="center"/>
        <w:rPr>
          <w:sz w:val="27"/>
          <w:szCs w:val="27"/>
        </w:rPr>
      </w:pPr>
      <w:r w:rsidRPr="001D6D3B">
        <w:rPr>
          <w:sz w:val="27"/>
          <w:szCs w:val="27"/>
        </w:rPr>
        <w:t>Республика Карелия</w:t>
      </w:r>
    </w:p>
    <w:p w:rsidR="00166F11" w:rsidRPr="001D6D3B" w:rsidRDefault="00166F11" w:rsidP="001D6D3B">
      <w:pPr>
        <w:spacing w:before="0"/>
        <w:ind w:firstLine="0"/>
        <w:jc w:val="center"/>
        <w:rPr>
          <w:sz w:val="27"/>
          <w:szCs w:val="27"/>
        </w:rPr>
      </w:pPr>
      <w:r w:rsidRPr="001D6D3B">
        <w:rPr>
          <w:sz w:val="27"/>
          <w:szCs w:val="27"/>
        </w:rPr>
        <w:t>Совет Эссойльского сельского поселения</w:t>
      </w:r>
    </w:p>
    <w:p w:rsidR="00166F11" w:rsidRPr="001D6D3B" w:rsidRDefault="00166F11" w:rsidP="001D6D3B">
      <w:pPr>
        <w:spacing w:before="0"/>
        <w:ind w:firstLine="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ХХХ</w:t>
      </w:r>
      <w:r w:rsidRPr="001D6D3B">
        <w:rPr>
          <w:b/>
          <w:sz w:val="27"/>
          <w:szCs w:val="27"/>
        </w:rPr>
        <w:t xml:space="preserve"> сессия </w:t>
      </w:r>
      <w:r w:rsidRPr="001D6D3B">
        <w:rPr>
          <w:b/>
          <w:sz w:val="27"/>
          <w:szCs w:val="27"/>
          <w:lang w:val="en-US"/>
        </w:rPr>
        <w:t>IV</w:t>
      </w:r>
      <w:r w:rsidRPr="001D6D3B">
        <w:rPr>
          <w:b/>
          <w:sz w:val="27"/>
          <w:szCs w:val="27"/>
        </w:rPr>
        <w:t xml:space="preserve"> созыва</w:t>
      </w:r>
    </w:p>
    <w:p w:rsidR="00166F11" w:rsidRPr="001D6D3B" w:rsidRDefault="00166F11" w:rsidP="001D6D3B">
      <w:pPr>
        <w:pStyle w:val="Heading2"/>
        <w:spacing w:before="0" w:after="0"/>
        <w:jc w:val="center"/>
        <w:rPr>
          <w:rFonts w:ascii="Times New Roman" w:hAnsi="Times New Roman"/>
          <w:i w:val="0"/>
          <w:sz w:val="27"/>
          <w:szCs w:val="27"/>
        </w:rPr>
      </w:pPr>
    </w:p>
    <w:p w:rsidR="00166F11" w:rsidRPr="001D6D3B" w:rsidRDefault="00166F11" w:rsidP="001D6D3B">
      <w:pPr>
        <w:pStyle w:val="Heading2"/>
        <w:spacing w:before="0" w:after="0"/>
        <w:jc w:val="center"/>
        <w:rPr>
          <w:rFonts w:ascii="Times New Roman" w:hAnsi="Times New Roman"/>
          <w:i w:val="0"/>
          <w:sz w:val="27"/>
          <w:szCs w:val="27"/>
        </w:rPr>
      </w:pPr>
      <w:r w:rsidRPr="001D6D3B">
        <w:rPr>
          <w:rFonts w:ascii="Times New Roman" w:hAnsi="Times New Roman"/>
          <w:i w:val="0"/>
          <w:sz w:val="27"/>
          <w:szCs w:val="27"/>
        </w:rPr>
        <w:t>РЕШЕНИЕ</w:t>
      </w:r>
    </w:p>
    <w:p w:rsidR="00166F11" w:rsidRPr="001D6D3B" w:rsidRDefault="00166F11" w:rsidP="001D6D3B">
      <w:pPr>
        <w:spacing w:before="0"/>
        <w:jc w:val="center"/>
        <w:rPr>
          <w:b/>
          <w:sz w:val="27"/>
          <w:szCs w:val="27"/>
        </w:rPr>
      </w:pPr>
      <w:r w:rsidRPr="001D6D3B">
        <w:rPr>
          <w:b/>
          <w:sz w:val="27"/>
          <w:szCs w:val="27"/>
        </w:rPr>
        <w:t>п. Эссойла</w:t>
      </w:r>
    </w:p>
    <w:p w:rsidR="00166F11" w:rsidRPr="001D6D3B" w:rsidRDefault="00166F11" w:rsidP="001D6D3B">
      <w:pPr>
        <w:pStyle w:val="Heading8"/>
        <w:tabs>
          <w:tab w:val="left" w:pos="7020"/>
        </w:tabs>
        <w:spacing w:before="0"/>
        <w:ind w:firstLine="0"/>
        <w:rPr>
          <w:i w:val="0"/>
          <w:sz w:val="27"/>
          <w:szCs w:val="27"/>
        </w:rPr>
      </w:pPr>
      <w:r>
        <w:rPr>
          <w:i w:val="0"/>
          <w:sz w:val="27"/>
          <w:szCs w:val="27"/>
        </w:rPr>
        <w:t>«___»</w:t>
      </w:r>
      <w:r w:rsidRPr="001D6D3B">
        <w:rPr>
          <w:i w:val="0"/>
          <w:sz w:val="27"/>
          <w:szCs w:val="27"/>
        </w:rPr>
        <w:t xml:space="preserve"> </w:t>
      </w:r>
      <w:r>
        <w:rPr>
          <w:i w:val="0"/>
          <w:sz w:val="27"/>
          <w:szCs w:val="27"/>
        </w:rPr>
        <w:t>мая</w:t>
      </w:r>
      <w:r w:rsidRPr="001D6D3B">
        <w:rPr>
          <w:i w:val="0"/>
          <w:sz w:val="27"/>
          <w:szCs w:val="27"/>
        </w:rPr>
        <w:t xml:space="preserve"> 2021 года                                              </w:t>
      </w:r>
      <w:r w:rsidRPr="001D6D3B">
        <w:rPr>
          <w:i w:val="0"/>
          <w:sz w:val="27"/>
          <w:szCs w:val="27"/>
        </w:rPr>
        <w:tab/>
      </w:r>
      <w:r w:rsidRPr="001D6D3B">
        <w:rPr>
          <w:i w:val="0"/>
          <w:sz w:val="27"/>
          <w:szCs w:val="27"/>
        </w:rPr>
        <w:tab/>
        <w:t xml:space="preserve">              № </w:t>
      </w:r>
    </w:p>
    <w:p w:rsidR="00166F11" w:rsidRPr="001D6D3B" w:rsidRDefault="00166F11" w:rsidP="001D6D3B">
      <w:pPr>
        <w:pStyle w:val="Heading5"/>
        <w:spacing w:before="0"/>
        <w:rPr>
          <w:b w:val="0"/>
          <w:sz w:val="27"/>
          <w:szCs w:val="27"/>
        </w:rPr>
      </w:pPr>
    </w:p>
    <w:p w:rsidR="00166F11" w:rsidRDefault="00166F11" w:rsidP="001D6D3B">
      <w:pPr>
        <w:pStyle w:val="Heading5"/>
        <w:spacing w:before="0"/>
        <w:rPr>
          <w:sz w:val="27"/>
          <w:szCs w:val="27"/>
        </w:rPr>
      </w:pPr>
      <w:r w:rsidRPr="001D6D3B">
        <w:rPr>
          <w:sz w:val="27"/>
          <w:szCs w:val="27"/>
        </w:rPr>
        <w:t xml:space="preserve">О внесении изменений в решение </w:t>
      </w:r>
      <w:r w:rsidRPr="001D6D3B">
        <w:rPr>
          <w:sz w:val="27"/>
          <w:szCs w:val="27"/>
          <w:lang w:val="en-US"/>
        </w:rPr>
        <w:t>XXVIII</w:t>
      </w:r>
      <w:r w:rsidRPr="001D6D3B">
        <w:rPr>
          <w:sz w:val="27"/>
          <w:szCs w:val="27"/>
        </w:rPr>
        <w:t xml:space="preserve"> сессии Совета Эссойльского сельского поселения </w:t>
      </w:r>
      <w:r w:rsidRPr="001D6D3B">
        <w:rPr>
          <w:sz w:val="27"/>
          <w:szCs w:val="27"/>
          <w:lang w:val="en-US"/>
        </w:rPr>
        <w:t>IV</w:t>
      </w:r>
      <w:r w:rsidRPr="001D6D3B">
        <w:rPr>
          <w:sz w:val="27"/>
          <w:szCs w:val="27"/>
        </w:rPr>
        <w:t xml:space="preserve"> созыва от 17 декабря 2020 года № 23 «О бюджете Эссойльского сельского поселения на 2021 год и на плановый период 2022 и 2023 годов» </w:t>
      </w:r>
    </w:p>
    <w:p w:rsidR="00166F11" w:rsidRPr="001D6D3B" w:rsidRDefault="00166F11" w:rsidP="001D6D3B"/>
    <w:p w:rsidR="00166F11" w:rsidRPr="001D6D3B" w:rsidRDefault="00166F11" w:rsidP="001D6D3B">
      <w:pPr>
        <w:spacing w:before="0"/>
        <w:ind w:firstLine="0"/>
        <w:jc w:val="center"/>
        <w:rPr>
          <w:b/>
          <w:sz w:val="27"/>
          <w:szCs w:val="27"/>
        </w:rPr>
      </w:pPr>
      <w:r w:rsidRPr="001D6D3B">
        <w:rPr>
          <w:b/>
          <w:sz w:val="27"/>
          <w:szCs w:val="27"/>
        </w:rPr>
        <w:t xml:space="preserve">Совет Эссойльского сельского поселения </w:t>
      </w:r>
    </w:p>
    <w:p w:rsidR="00166F11" w:rsidRPr="001D6D3B" w:rsidRDefault="00166F11" w:rsidP="001D6D3B">
      <w:pPr>
        <w:spacing w:before="0"/>
        <w:jc w:val="center"/>
        <w:rPr>
          <w:b/>
          <w:sz w:val="27"/>
          <w:szCs w:val="27"/>
        </w:rPr>
      </w:pPr>
      <w:r w:rsidRPr="001D6D3B">
        <w:rPr>
          <w:b/>
          <w:sz w:val="27"/>
          <w:szCs w:val="27"/>
        </w:rPr>
        <w:t>РЕШИЛ:</w:t>
      </w:r>
    </w:p>
    <w:p w:rsidR="00166F11" w:rsidRPr="001D6D3B" w:rsidRDefault="00166F11" w:rsidP="001D6D3B">
      <w:pPr>
        <w:spacing w:before="0"/>
        <w:rPr>
          <w:sz w:val="27"/>
          <w:szCs w:val="27"/>
        </w:rPr>
      </w:pPr>
      <w:r w:rsidRPr="001D6D3B">
        <w:rPr>
          <w:sz w:val="27"/>
          <w:szCs w:val="27"/>
        </w:rPr>
        <w:t xml:space="preserve">1. Внести следующие изменения в решение </w:t>
      </w:r>
      <w:r w:rsidRPr="001D6D3B">
        <w:rPr>
          <w:sz w:val="27"/>
          <w:szCs w:val="27"/>
          <w:lang w:val="en-US"/>
        </w:rPr>
        <w:t>XXVIII</w:t>
      </w:r>
      <w:r w:rsidRPr="001D6D3B">
        <w:rPr>
          <w:sz w:val="27"/>
          <w:szCs w:val="27"/>
        </w:rPr>
        <w:t xml:space="preserve"> сессии Совета Эссойльского сельского поселения </w:t>
      </w:r>
      <w:r w:rsidRPr="001D6D3B">
        <w:rPr>
          <w:sz w:val="27"/>
          <w:szCs w:val="27"/>
          <w:lang w:val="en-US"/>
        </w:rPr>
        <w:t>IV</w:t>
      </w:r>
      <w:r w:rsidRPr="001D6D3B">
        <w:rPr>
          <w:sz w:val="27"/>
          <w:szCs w:val="27"/>
        </w:rPr>
        <w:t xml:space="preserve"> созыва от 17 декабря 2020 года № 23 «О бюджете Эссойльского сельского поселения на 2021 год и на плановый период 2022 и 2023 годов»:</w:t>
      </w:r>
    </w:p>
    <w:p w:rsidR="00166F11" w:rsidRPr="001D6D3B" w:rsidRDefault="00166F11" w:rsidP="001D6D3B">
      <w:pPr>
        <w:tabs>
          <w:tab w:val="left" w:pos="993"/>
        </w:tabs>
        <w:spacing w:before="0" w:line="348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 xml:space="preserve">-) </w:t>
      </w:r>
      <w:r w:rsidRPr="001D6D3B">
        <w:rPr>
          <w:bCs/>
          <w:sz w:val="27"/>
          <w:szCs w:val="27"/>
        </w:rPr>
        <w:t>приложение №5 «Ведомственная структура расходов бюджета Эссойльского сельского поселения на 2021 год</w:t>
      </w:r>
      <w:r w:rsidRPr="001D6D3B">
        <w:rPr>
          <w:sz w:val="27"/>
          <w:szCs w:val="27"/>
        </w:rPr>
        <w:t xml:space="preserve">» изложить в новой редакции (Приложение </w:t>
      </w:r>
      <w:r>
        <w:rPr>
          <w:sz w:val="27"/>
          <w:szCs w:val="27"/>
        </w:rPr>
        <w:t>1</w:t>
      </w:r>
      <w:r w:rsidRPr="001D6D3B">
        <w:rPr>
          <w:sz w:val="27"/>
          <w:szCs w:val="27"/>
        </w:rPr>
        <w:t xml:space="preserve"> к настоящему решению).</w:t>
      </w:r>
    </w:p>
    <w:p w:rsidR="00166F11" w:rsidRPr="001D6D3B" w:rsidRDefault="00166F11" w:rsidP="001D6D3B">
      <w:pPr>
        <w:tabs>
          <w:tab w:val="left" w:pos="993"/>
        </w:tabs>
        <w:spacing w:before="0" w:line="348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 xml:space="preserve">-) приложение №7 «Распределение бюджетных ассигнований по разделам, подразделам, целевым статьям (муниципальным программам Эссойльского сельского поселения и непрограммным направлениям деятельности), группам и подгруппам видов расходов классификации расходов бюджетов на 2021 год» изложить в новой редакции (Приложение </w:t>
      </w:r>
      <w:r>
        <w:rPr>
          <w:sz w:val="27"/>
          <w:szCs w:val="27"/>
        </w:rPr>
        <w:t>2</w:t>
      </w:r>
      <w:r w:rsidRPr="001D6D3B">
        <w:rPr>
          <w:sz w:val="27"/>
          <w:szCs w:val="27"/>
        </w:rPr>
        <w:t xml:space="preserve"> к настоящему решению).</w:t>
      </w:r>
    </w:p>
    <w:p w:rsidR="00166F11" w:rsidRPr="001D6D3B" w:rsidRDefault="00166F11" w:rsidP="001D6D3B">
      <w:pPr>
        <w:spacing w:before="0" w:line="348" w:lineRule="auto"/>
        <w:ind w:firstLine="0"/>
        <w:rPr>
          <w:sz w:val="27"/>
          <w:szCs w:val="27"/>
        </w:rPr>
      </w:pPr>
    </w:p>
    <w:p w:rsidR="00166F11" w:rsidRPr="001D6D3B" w:rsidRDefault="00166F11" w:rsidP="001D6D3B">
      <w:pPr>
        <w:spacing w:before="0" w:line="348" w:lineRule="auto"/>
        <w:ind w:firstLine="0"/>
        <w:rPr>
          <w:sz w:val="27"/>
          <w:szCs w:val="27"/>
        </w:rPr>
      </w:pPr>
      <w:r w:rsidRPr="001D6D3B">
        <w:rPr>
          <w:sz w:val="27"/>
          <w:szCs w:val="27"/>
        </w:rPr>
        <w:t>Председатель Совета</w:t>
      </w:r>
    </w:p>
    <w:p w:rsidR="00166F11" w:rsidRPr="001D6D3B" w:rsidRDefault="00166F11" w:rsidP="001D6D3B">
      <w:pPr>
        <w:spacing w:before="0" w:line="348" w:lineRule="auto"/>
        <w:ind w:firstLine="0"/>
        <w:rPr>
          <w:sz w:val="27"/>
          <w:szCs w:val="27"/>
        </w:rPr>
      </w:pPr>
      <w:r w:rsidRPr="001D6D3B">
        <w:rPr>
          <w:sz w:val="27"/>
          <w:szCs w:val="27"/>
        </w:rPr>
        <w:t>Эссойльского сельского поселения</w:t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  <w:t>А.Н.Игнатькова</w:t>
      </w:r>
    </w:p>
    <w:p w:rsidR="00166F11" w:rsidRPr="001D6D3B" w:rsidRDefault="00166F11" w:rsidP="001D6D3B">
      <w:pPr>
        <w:spacing w:before="0" w:line="348" w:lineRule="auto"/>
        <w:ind w:firstLine="0"/>
        <w:rPr>
          <w:sz w:val="27"/>
          <w:szCs w:val="27"/>
        </w:rPr>
      </w:pPr>
    </w:p>
    <w:p w:rsidR="00166F11" w:rsidRPr="001D6D3B" w:rsidRDefault="00166F11" w:rsidP="001D6D3B">
      <w:pPr>
        <w:spacing w:before="0" w:line="348" w:lineRule="auto"/>
        <w:ind w:firstLine="0"/>
        <w:rPr>
          <w:sz w:val="27"/>
          <w:szCs w:val="27"/>
        </w:rPr>
      </w:pPr>
      <w:r w:rsidRPr="001D6D3B">
        <w:rPr>
          <w:sz w:val="27"/>
          <w:szCs w:val="27"/>
        </w:rPr>
        <w:t>Глава Эссойльского сельского поселения</w:t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  <w:t>А.И.Ореханов</w:t>
      </w:r>
    </w:p>
    <w:p w:rsidR="00166F11" w:rsidRPr="001D6D3B" w:rsidRDefault="00166F11" w:rsidP="001D6D3B">
      <w:pPr>
        <w:spacing w:before="0" w:line="240" w:lineRule="auto"/>
        <w:ind w:firstLine="709"/>
        <w:jc w:val="left"/>
        <w:rPr>
          <w:sz w:val="27"/>
          <w:szCs w:val="27"/>
        </w:rPr>
      </w:pPr>
    </w:p>
    <w:p w:rsidR="00166F11" w:rsidRPr="001D6D3B" w:rsidRDefault="00166F11" w:rsidP="001D6D3B">
      <w:pPr>
        <w:spacing w:before="0" w:line="240" w:lineRule="auto"/>
        <w:ind w:firstLine="709"/>
        <w:jc w:val="left"/>
        <w:rPr>
          <w:sz w:val="27"/>
          <w:szCs w:val="27"/>
        </w:rPr>
      </w:pPr>
    </w:p>
    <w:p w:rsidR="00166F11" w:rsidRPr="001D6D3B" w:rsidRDefault="00166F11" w:rsidP="001D6D3B">
      <w:pPr>
        <w:pBdr>
          <w:bottom w:val="single" w:sz="12" w:space="1" w:color="auto"/>
        </w:pBdr>
        <w:spacing w:before="0" w:line="240" w:lineRule="auto"/>
        <w:ind w:firstLine="0"/>
        <w:jc w:val="left"/>
        <w:rPr>
          <w:sz w:val="27"/>
          <w:szCs w:val="27"/>
        </w:rPr>
      </w:pPr>
    </w:p>
    <w:p w:rsidR="00166F11" w:rsidRDefault="00166F11" w:rsidP="001D6D3B">
      <w:pPr>
        <w:spacing w:before="0" w:line="240" w:lineRule="auto"/>
        <w:ind w:firstLine="0"/>
        <w:jc w:val="left"/>
      </w:pPr>
      <w:r>
        <w:t>Разослать – дело-3, Финорган – 1, бухгалтерия-1, казначейство – 1, прокуратура-1, обнародование-3.</w:t>
      </w:r>
    </w:p>
    <w:p w:rsidR="00166F11" w:rsidRDefault="00166F11" w:rsidP="00283612">
      <w:pPr>
        <w:spacing w:before="0" w:line="240" w:lineRule="auto"/>
        <w:ind w:firstLine="0"/>
        <w:jc w:val="left"/>
      </w:pPr>
    </w:p>
    <w:p w:rsidR="00166F11" w:rsidRDefault="00166F11" w:rsidP="00283612">
      <w:pPr>
        <w:spacing w:before="0" w:line="240" w:lineRule="auto"/>
        <w:ind w:firstLine="0"/>
        <w:jc w:val="left"/>
      </w:pPr>
    </w:p>
    <w:sectPr w:rsidR="00166F11" w:rsidSect="00D02E33">
      <w:headerReference w:type="even" r:id="rId9"/>
      <w:footerReference w:type="even" r:id="rId10"/>
      <w:footerReference w:type="default" r:id="rId11"/>
      <w:pgSz w:w="11906" w:h="16838" w:code="9"/>
      <w:pgMar w:top="1701" w:right="849" w:bottom="1418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F11" w:rsidRDefault="00166F11">
      <w:pPr>
        <w:spacing w:before="0" w:line="240" w:lineRule="auto"/>
      </w:pPr>
      <w:r>
        <w:separator/>
      </w:r>
    </w:p>
  </w:endnote>
  <w:endnote w:type="continuationSeparator" w:id="1">
    <w:p w:rsidR="00166F11" w:rsidRDefault="00166F1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F11" w:rsidRDefault="00166F11" w:rsidP="00E26E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6F11" w:rsidRDefault="00166F11" w:rsidP="00E26EE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F11" w:rsidRDefault="00166F11" w:rsidP="00E26EE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F11" w:rsidRDefault="00166F11">
      <w:pPr>
        <w:spacing w:before="0" w:line="240" w:lineRule="auto"/>
      </w:pPr>
      <w:r>
        <w:separator/>
      </w:r>
    </w:p>
  </w:footnote>
  <w:footnote w:type="continuationSeparator" w:id="1">
    <w:p w:rsidR="00166F11" w:rsidRDefault="00166F1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F11" w:rsidRDefault="00166F11" w:rsidP="00E26EE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6F11" w:rsidRDefault="00166F1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4780EEC"/>
    <w:multiLevelType w:val="hybridMultilevel"/>
    <w:tmpl w:val="4A60B734"/>
    <w:lvl w:ilvl="0" w:tplc="6C8E0EE2">
      <w:start w:val="9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65123F7"/>
    <w:multiLevelType w:val="hybridMultilevel"/>
    <w:tmpl w:val="DF020878"/>
    <w:lvl w:ilvl="0" w:tplc="BBC0235C">
      <w:start w:val="10"/>
      <w:numFmt w:val="decimal"/>
      <w:lvlText w:val="%1)"/>
      <w:lvlJc w:val="left"/>
      <w:pPr>
        <w:ind w:left="532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9362A91"/>
    <w:multiLevelType w:val="hybridMultilevel"/>
    <w:tmpl w:val="A81CA49E"/>
    <w:lvl w:ilvl="0" w:tplc="B38ECFA6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>
    <w:nsid w:val="36732A9F"/>
    <w:multiLevelType w:val="hybridMultilevel"/>
    <w:tmpl w:val="9A5E867A"/>
    <w:lvl w:ilvl="0" w:tplc="6A5EF6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44D5DA4"/>
    <w:multiLevelType w:val="hybridMultilevel"/>
    <w:tmpl w:val="2AA8B8C0"/>
    <w:lvl w:ilvl="0" w:tplc="8814D8FE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6">
    <w:nsid w:val="713A012F"/>
    <w:multiLevelType w:val="hybridMultilevel"/>
    <w:tmpl w:val="5328883E"/>
    <w:lvl w:ilvl="0" w:tplc="0A0E19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D3C4A90"/>
    <w:multiLevelType w:val="hybridMultilevel"/>
    <w:tmpl w:val="D3C6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EE1"/>
    <w:rsid w:val="00001F0A"/>
    <w:rsid w:val="00002FB7"/>
    <w:rsid w:val="00005DD3"/>
    <w:rsid w:val="00007B02"/>
    <w:rsid w:val="00015017"/>
    <w:rsid w:val="0001700C"/>
    <w:rsid w:val="00020028"/>
    <w:rsid w:val="00022462"/>
    <w:rsid w:val="000238A7"/>
    <w:rsid w:val="00025B7A"/>
    <w:rsid w:val="00031A5E"/>
    <w:rsid w:val="000329F9"/>
    <w:rsid w:val="00032CC4"/>
    <w:rsid w:val="00033565"/>
    <w:rsid w:val="00035D26"/>
    <w:rsid w:val="000374E6"/>
    <w:rsid w:val="0004113E"/>
    <w:rsid w:val="00051090"/>
    <w:rsid w:val="00055703"/>
    <w:rsid w:val="00060CE2"/>
    <w:rsid w:val="00060EF2"/>
    <w:rsid w:val="00067DA8"/>
    <w:rsid w:val="00067EB0"/>
    <w:rsid w:val="00072246"/>
    <w:rsid w:val="00073576"/>
    <w:rsid w:val="0008751E"/>
    <w:rsid w:val="00091069"/>
    <w:rsid w:val="000B0057"/>
    <w:rsid w:val="000B35A2"/>
    <w:rsid w:val="000B47C5"/>
    <w:rsid w:val="000C6941"/>
    <w:rsid w:val="000C737A"/>
    <w:rsid w:val="000D37D3"/>
    <w:rsid w:val="000E1E80"/>
    <w:rsid w:val="000E641A"/>
    <w:rsid w:val="000F0F94"/>
    <w:rsid w:val="000F49C8"/>
    <w:rsid w:val="00112806"/>
    <w:rsid w:val="00120945"/>
    <w:rsid w:val="001209A2"/>
    <w:rsid w:val="00151513"/>
    <w:rsid w:val="00154F2D"/>
    <w:rsid w:val="001570C2"/>
    <w:rsid w:val="00157AEA"/>
    <w:rsid w:val="00161510"/>
    <w:rsid w:val="00166F11"/>
    <w:rsid w:val="001A14FF"/>
    <w:rsid w:val="001A2EAB"/>
    <w:rsid w:val="001A50FE"/>
    <w:rsid w:val="001B0467"/>
    <w:rsid w:val="001B09AB"/>
    <w:rsid w:val="001B113D"/>
    <w:rsid w:val="001B1657"/>
    <w:rsid w:val="001B7D46"/>
    <w:rsid w:val="001C552A"/>
    <w:rsid w:val="001D14F8"/>
    <w:rsid w:val="001D6D3B"/>
    <w:rsid w:val="001E0594"/>
    <w:rsid w:val="001E3DA2"/>
    <w:rsid w:val="001E45C6"/>
    <w:rsid w:val="001E6E24"/>
    <w:rsid w:val="001F1BB8"/>
    <w:rsid w:val="001F4ACA"/>
    <w:rsid w:val="001F7A5A"/>
    <w:rsid w:val="00215643"/>
    <w:rsid w:val="00215BB6"/>
    <w:rsid w:val="002210D7"/>
    <w:rsid w:val="002221C3"/>
    <w:rsid w:val="0023041E"/>
    <w:rsid w:val="00231254"/>
    <w:rsid w:val="00241F45"/>
    <w:rsid w:val="002424E3"/>
    <w:rsid w:val="00243824"/>
    <w:rsid w:val="002472E8"/>
    <w:rsid w:val="00255839"/>
    <w:rsid w:val="00260FEE"/>
    <w:rsid w:val="002638C1"/>
    <w:rsid w:val="00263F10"/>
    <w:rsid w:val="002640BC"/>
    <w:rsid w:val="00283612"/>
    <w:rsid w:val="002A0887"/>
    <w:rsid w:val="002A559E"/>
    <w:rsid w:val="002B30F8"/>
    <w:rsid w:val="002C5CFB"/>
    <w:rsid w:val="002C75AF"/>
    <w:rsid w:val="002D18A0"/>
    <w:rsid w:val="002D2662"/>
    <w:rsid w:val="002D78A5"/>
    <w:rsid w:val="002E1D5B"/>
    <w:rsid w:val="002E443A"/>
    <w:rsid w:val="002E5476"/>
    <w:rsid w:val="002E6733"/>
    <w:rsid w:val="002E699F"/>
    <w:rsid w:val="0030400B"/>
    <w:rsid w:val="00320F00"/>
    <w:rsid w:val="0032129D"/>
    <w:rsid w:val="00323438"/>
    <w:rsid w:val="00325717"/>
    <w:rsid w:val="00327BD2"/>
    <w:rsid w:val="00330DB5"/>
    <w:rsid w:val="00336B40"/>
    <w:rsid w:val="003415C2"/>
    <w:rsid w:val="0034716B"/>
    <w:rsid w:val="00354E22"/>
    <w:rsid w:val="0038344B"/>
    <w:rsid w:val="003A1B2E"/>
    <w:rsid w:val="003A2432"/>
    <w:rsid w:val="003B1CA6"/>
    <w:rsid w:val="003C33BD"/>
    <w:rsid w:val="003C3CF8"/>
    <w:rsid w:val="003C4005"/>
    <w:rsid w:val="003C5B6E"/>
    <w:rsid w:val="003D1443"/>
    <w:rsid w:val="003D5CE7"/>
    <w:rsid w:val="003E532B"/>
    <w:rsid w:val="003F144D"/>
    <w:rsid w:val="00401505"/>
    <w:rsid w:val="00405938"/>
    <w:rsid w:val="004119DA"/>
    <w:rsid w:val="00413A73"/>
    <w:rsid w:val="00420BAE"/>
    <w:rsid w:val="00420FB5"/>
    <w:rsid w:val="00426EB2"/>
    <w:rsid w:val="0044460E"/>
    <w:rsid w:val="00446239"/>
    <w:rsid w:val="00467A16"/>
    <w:rsid w:val="004741E5"/>
    <w:rsid w:val="0048474A"/>
    <w:rsid w:val="00485D58"/>
    <w:rsid w:val="00490005"/>
    <w:rsid w:val="00491093"/>
    <w:rsid w:val="004A3A45"/>
    <w:rsid w:val="004B0583"/>
    <w:rsid w:val="004B0D8B"/>
    <w:rsid w:val="004B4DB9"/>
    <w:rsid w:val="004C0B60"/>
    <w:rsid w:val="004C13B4"/>
    <w:rsid w:val="004C180D"/>
    <w:rsid w:val="004C19D4"/>
    <w:rsid w:val="004C289F"/>
    <w:rsid w:val="004C7684"/>
    <w:rsid w:val="004D13B4"/>
    <w:rsid w:val="004E1AE0"/>
    <w:rsid w:val="004E37AE"/>
    <w:rsid w:val="004E3CDF"/>
    <w:rsid w:val="004E6300"/>
    <w:rsid w:val="004E679D"/>
    <w:rsid w:val="004F142F"/>
    <w:rsid w:val="005001E6"/>
    <w:rsid w:val="0050052C"/>
    <w:rsid w:val="00502F93"/>
    <w:rsid w:val="005050F9"/>
    <w:rsid w:val="00505255"/>
    <w:rsid w:val="00510011"/>
    <w:rsid w:val="0051349F"/>
    <w:rsid w:val="00513C0B"/>
    <w:rsid w:val="0051606A"/>
    <w:rsid w:val="005162A0"/>
    <w:rsid w:val="005201F0"/>
    <w:rsid w:val="00524D04"/>
    <w:rsid w:val="005338A7"/>
    <w:rsid w:val="00534F17"/>
    <w:rsid w:val="005403C0"/>
    <w:rsid w:val="00544FE6"/>
    <w:rsid w:val="005507BE"/>
    <w:rsid w:val="0056093C"/>
    <w:rsid w:val="00564A0B"/>
    <w:rsid w:val="00571199"/>
    <w:rsid w:val="00575A87"/>
    <w:rsid w:val="00575E32"/>
    <w:rsid w:val="005771D2"/>
    <w:rsid w:val="00587A2F"/>
    <w:rsid w:val="00592F22"/>
    <w:rsid w:val="005A6F65"/>
    <w:rsid w:val="005B37D8"/>
    <w:rsid w:val="005B509F"/>
    <w:rsid w:val="005D5275"/>
    <w:rsid w:val="006009D4"/>
    <w:rsid w:val="00620FDB"/>
    <w:rsid w:val="00625E5D"/>
    <w:rsid w:val="006268F6"/>
    <w:rsid w:val="006324FD"/>
    <w:rsid w:val="00632B97"/>
    <w:rsid w:val="00634F9D"/>
    <w:rsid w:val="0064671A"/>
    <w:rsid w:val="00654E6A"/>
    <w:rsid w:val="0067019C"/>
    <w:rsid w:val="00681BC0"/>
    <w:rsid w:val="00682A33"/>
    <w:rsid w:val="00690A8F"/>
    <w:rsid w:val="0069219E"/>
    <w:rsid w:val="00696973"/>
    <w:rsid w:val="006C5F04"/>
    <w:rsid w:val="006D3C6F"/>
    <w:rsid w:val="006D63B0"/>
    <w:rsid w:val="006E1D40"/>
    <w:rsid w:val="006E32A4"/>
    <w:rsid w:val="006E5D28"/>
    <w:rsid w:val="006E5F5B"/>
    <w:rsid w:val="006F619A"/>
    <w:rsid w:val="007054AD"/>
    <w:rsid w:val="00711D0D"/>
    <w:rsid w:val="00727FE6"/>
    <w:rsid w:val="00730F49"/>
    <w:rsid w:val="00735987"/>
    <w:rsid w:val="00736EF4"/>
    <w:rsid w:val="007404AD"/>
    <w:rsid w:val="00743016"/>
    <w:rsid w:val="0074639C"/>
    <w:rsid w:val="00751A79"/>
    <w:rsid w:val="00753A54"/>
    <w:rsid w:val="0075503D"/>
    <w:rsid w:val="00783D19"/>
    <w:rsid w:val="00784F0D"/>
    <w:rsid w:val="00793E32"/>
    <w:rsid w:val="007A433E"/>
    <w:rsid w:val="007B1CD5"/>
    <w:rsid w:val="007B1E06"/>
    <w:rsid w:val="007C2868"/>
    <w:rsid w:val="007C5CC3"/>
    <w:rsid w:val="007D0FD2"/>
    <w:rsid w:val="007D40F7"/>
    <w:rsid w:val="007D5C8C"/>
    <w:rsid w:val="007E3396"/>
    <w:rsid w:val="007E5BE6"/>
    <w:rsid w:val="007E5CB2"/>
    <w:rsid w:val="008022F9"/>
    <w:rsid w:val="008179CC"/>
    <w:rsid w:val="0083257D"/>
    <w:rsid w:val="00840ED2"/>
    <w:rsid w:val="00844A12"/>
    <w:rsid w:val="00846815"/>
    <w:rsid w:val="0085099E"/>
    <w:rsid w:val="00851D20"/>
    <w:rsid w:val="00853394"/>
    <w:rsid w:val="00861EEF"/>
    <w:rsid w:val="0086657D"/>
    <w:rsid w:val="00870EC7"/>
    <w:rsid w:val="00872554"/>
    <w:rsid w:val="008856E8"/>
    <w:rsid w:val="008860D9"/>
    <w:rsid w:val="008877D3"/>
    <w:rsid w:val="00890A0C"/>
    <w:rsid w:val="008917A0"/>
    <w:rsid w:val="00892CDF"/>
    <w:rsid w:val="008948B4"/>
    <w:rsid w:val="00894C15"/>
    <w:rsid w:val="0089747E"/>
    <w:rsid w:val="0089779F"/>
    <w:rsid w:val="008A0629"/>
    <w:rsid w:val="008A40F3"/>
    <w:rsid w:val="008A6121"/>
    <w:rsid w:val="008B0560"/>
    <w:rsid w:val="008B5D06"/>
    <w:rsid w:val="008D0405"/>
    <w:rsid w:val="008E44E5"/>
    <w:rsid w:val="008F05B9"/>
    <w:rsid w:val="008F082A"/>
    <w:rsid w:val="008F2672"/>
    <w:rsid w:val="008F2970"/>
    <w:rsid w:val="008F6757"/>
    <w:rsid w:val="008F71DB"/>
    <w:rsid w:val="00903136"/>
    <w:rsid w:val="00910661"/>
    <w:rsid w:val="00913C83"/>
    <w:rsid w:val="00913E08"/>
    <w:rsid w:val="0091580A"/>
    <w:rsid w:val="00916993"/>
    <w:rsid w:val="00921A26"/>
    <w:rsid w:val="009233B4"/>
    <w:rsid w:val="00925C0E"/>
    <w:rsid w:val="0093314D"/>
    <w:rsid w:val="0094068B"/>
    <w:rsid w:val="0094099C"/>
    <w:rsid w:val="00944749"/>
    <w:rsid w:val="00944A3E"/>
    <w:rsid w:val="009537AD"/>
    <w:rsid w:val="00957AF6"/>
    <w:rsid w:val="009622F3"/>
    <w:rsid w:val="0097460C"/>
    <w:rsid w:val="00980769"/>
    <w:rsid w:val="00980775"/>
    <w:rsid w:val="00982F2F"/>
    <w:rsid w:val="00983655"/>
    <w:rsid w:val="00984456"/>
    <w:rsid w:val="00984A16"/>
    <w:rsid w:val="0098747C"/>
    <w:rsid w:val="00996D13"/>
    <w:rsid w:val="009A28A3"/>
    <w:rsid w:val="009A2E7D"/>
    <w:rsid w:val="009B528B"/>
    <w:rsid w:val="009B622F"/>
    <w:rsid w:val="009B6C67"/>
    <w:rsid w:val="009C14EF"/>
    <w:rsid w:val="009C3033"/>
    <w:rsid w:val="009D2BE1"/>
    <w:rsid w:val="009D4D9C"/>
    <w:rsid w:val="009D7E40"/>
    <w:rsid w:val="009E0F4C"/>
    <w:rsid w:val="009E3861"/>
    <w:rsid w:val="009E4C3B"/>
    <w:rsid w:val="009E7991"/>
    <w:rsid w:val="00A011A7"/>
    <w:rsid w:val="00A02923"/>
    <w:rsid w:val="00A0738C"/>
    <w:rsid w:val="00A1593B"/>
    <w:rsid w:val="00A1656E"/>
    <w:rsid w:val="00A20CAD"/>
    <w:rsid w:val="00A264EB"/>
    <w:rsid w:val="00A270CA"/>
    <w:rsid w:val="00A4676C"/>
    <w:rsid w:val="00A5362E"/>
    <w:rsid w:val="00A5382B"/>
    <w:rsid w:val="00A76DD3"/>
    <w:rsid w:val="00A771CA"/>
    <w:rsid w:val="00A823DB"/>
    <w:rsid w:val="00A92D6D"/>
    <w:rsid w:val="00AA050B"/>
    <w:rsid w:val="00AA1FF5"/>
    <w:rsid w:val="00AA4240"/>
    <w:rsid w:val="00AA4BBE"/>
    <w:rsid w:val="00AA5494"/>
    <w:rsid w:val="00AA5944"/>
    <w:rsid w:val="00AA6023"/>
    <w:rsid w:val="00AB2509"/>
    <w:rsid w:val="00AB54AE"/>
    <w:rsid w:val="00AB6B3A"/>
    <w:rsid w:val="00AC12E9"/>
    <w:rsid w:val="00AC1592"/>
    <w:rsid w:val="00AC361A"/>
    <w:rsid w:val="00AC615F"/>
    <w:rsid w:val="00AD1DC6"/>
    <w:rsid w:val="00AD6A05"/>
    <w:rsid w:val="00AD7AD0"/>
    <w:rsid w:val="00AE4BAC"/>
    <w:rsid w:val="00AF03B6"/>
    <w:rsid w:val="00AF485B"/>
    <w:rsid w:val="00B0097E"/>
    <w:rsid w:val="00B07DAD"/>
    <w:rsid w:val="00B14289"/>
    <w:rsid w:val="00B25222"/>
    <w:rsid w:val="00B34339"/>
    <w:rsid w:val="00B41841"/>
    <w:rsid w:val="00B4613C"/>
    <w:rsid w:val="00B51740"/>
    <w:rsid w:val="00B5268F"/>
    <w:rsid w:val="00B55C04"/>
    <w:rsid w:val="00B56CAF"/>
    <w:rsid w:val="00B625C2"/>
    <w:rsid w:val="00B762CD"/>
    <w:rsid w:val="00B9566B"/>
    <w:rsid w:val="00B96F30"/>
    <w:rsid w:val="00BA5615"/>
    <w:rsid w:val="00BB1670"/>
    <w:rsid w:val="00BC01A9"/>
    <w:rsid w:val="00BC03C3"/>
    <w:rsid w:val="00BC19F2"/>
    <w:rsid w:val="00BC32D1"/>
    <w:rsid w:val="00BD0599"/>
    <w:rsid w:val="00BD0710"/>
    <w:rsid w:val="00BD4596"/>
    <w:rsid w:val="00BE0FFB"/>
    <w:rsid w:val="00BE791D"/>
    <w:rsid w:val="00C01094"/>
    <w:rsid w:val="00C02E79"/>
    <w:rsid w:val="00C062D8"/>
    <w:rsid w:val="00C10AE0"/>
    <w:rsid w:val="00C11109"/>
    <w:rsid w:val="00C1184A"/>
    <w:rsid w:val="00C17E57"/>
    <w:rsid w:val="00C30B8C"/>
    <w:rsid w:val="00C4011F"/>
    <w:rsid w:val="00C413A0"/>
    <w:rsid w:val="00C4402E"/>
    <w:rsid w:val="00C46436"/>
    <w:rsid w:val="00C50452"/>
    <w:rsid w:val="00C52D86"/>
    <w:rsid w:val="00C52EEB"/>
    <w:rsid w:val="00C57FDA"/>
    <w:rsid w:val="00C61C02"/>
    <w:rsid w:val="00C65C1F"/>
    <w:rsid w:val="00C8002A"/>
    <w:rsid w:val="00C94A10"/>
    <w:rsid w:val="00C961C3"/>
    <w:rsid w:val="00CB0D53"/>
    <w:rsid w:val="00CB2B0C"/>
    <w:rsid w:val="00CB713B"/>
    <w:rsid w:val="00CD0641"/>
    <w:rsid w:val="00CD46B3"/>
    <w:rsid w:val="00CD559B"/>
    <w:rsid w:val="00CD78EC"/>
    <w:rsid w:val="00CF2BB0"/>
    <w:rsid w:val="00D02E33"/>
    <w:rsid w:val="00D11117"/>
    <w:rsid w:val="00D17D19"/>
    <w:rsid w:val="00D205F0"/>
    <w:rsid w:val="00D207F2"/>
    <w:rsid w:val="00D23667"/>
    <w:rsid w:val="00D33770"/>
    <w:rsid w:val="00D3511F"/>
    <w:rsid w:val="00D414B8"/>
    <w:rsid w:val="00D45EBE"/>
    <w:rsid w:val="00D53C2A"/>
    <w:rsid w:val="00D655EC"/>
    <w:rsid w:val="00D7325B"/>
    <w:rsid w:val="00D7443B"/>
    <w:rsid w:val="00D82440"/>
    <w:rsid w:val="00DA6C35"/>
    <w:rsid w:val="00DB199A"/>
    <w:rsid w:val="00DB1B69"/>
    <w:rsid w:val="00DC7B2D"/>
    <w:rsid w:val="00DD3E41"/>
    <w:rsid w:val="00DD4FF5"/>
    <w:rsid w:val="00DD6460"/>
    <w:rsid w:val="00DE60A1"/>
    <w:rsid w:val="00DE6674"/>
    <w:rsid w:val="00DF07FC"/>
    <w:rsid w:val="00DF3244"/>
    <w:rsid w:val="00DF7A8D"/>
    <w:rsid w:val="00E01BE7"/>
    <w:rsid w:val="00E01C05"/>
    <w:rsid w:val="00E0568D"/>
    <w:rsid w:val="00E17394"/>
    <w:rsid w:val="00E227C3"/>
    <w:rsid w:val="00E26EE1"/>
    <w:rsid w:val="00E34CA5"/>
    <w:rsid w:val="00E50674"/>
    <w:rsid w:val="00E5193C"/>
    <w:rsid w:val="00E522B0"/>
    <w:rsid w:val="00E634C0"/>
    <w:rsid w:val="00E74A1B"/>
    <w:rsid w:val="00E76A1B"/>
    <w:rsid w:val="00E83C15"/>
    <w:rsid w:val="00E877D0"/>
    <w:rsid w:val="00E90C2B"/>
    <w:rsid w:val="00E97D6F"/>
    <w:rsid w:val="00EA13C4"/>
    <w:rsid w:val="00EA3E99"/>
    <w:rsid w:val="00EA6ABD"/>
    <w:rsid w:val="00ED3386"/>
    <w:rsid w:val="00ED49C8"/>
    <w:rsid w:val="00ED4A7F"/>
    <w:rsid w:val="00ED5013"/>
    <w:rsid w:val="00ED78AE"/>
    <w:rsid w:val="00EF355E"/>
    <w:rsid w:val="00F00857"/>
    <w:rsid w:val="00F03CBA"/>
    <w:rsid w:val="00F110DB"/>
    <w:rsid w:val="00F16D59"/>
    <w:rsid w:val="00F1713C"/>
    <w:rsid w:val="00F26704"/>
    <w:rsid w:val="00F31919"/>
    <w:rsid w:val="00F3409C"/>
    <w:rsid w:val="00F3702C"/>
    <w:rsid w:val="00F50978"/>
    <w:rsid w:val="00F51CE6"/>
    <w:rsid w:val="00F5371E"/>
    <w:rsid w:val="00F6382B"/>
    <w:rsid w:val="00F731AD"/>
    <w:rsid w:val="00F7758A"/>
    <w:rsid w:val="00F777A7"/>
    <w:rsid w:val="00F904FD"/>
    <w:rsid w:val="00F97F28"/>
    <w:rsid w:val="00FA02DA"/>
    <w:rsid w:val="00FA52B7"/>
    <w:rsid w:val="00FA6461"/>
    <w:rsid w:val="00FA73CD"/>
    <w:rsid w:val="00FB5219"/>
    <w:rsid w:val="00FB5DAF"/>
    <w:rsid w:val="00FB7464"/>
    <w:rsid w:val="00FC0471"/>
    <w:rsid w:val="00FC7DF3"/>
    <w:rsid w:val="00FD2E2F"/>
    <w:rsid w:val="00FD4125"/>
    <w:rsid w:val="00FF2659"/>
    <w:rsid w:val="00FF6548"/>
    <w:rsid w:val="00FF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EE1"/>
    <w:pPr>
      <w:widowControl w:val="0"/>
      <w:autoSpaceDE w:val="0"/>
      <w:autoSpaceDN w:val="0"/>
      <w:adjustRightInd w:val="0"/>
      <w:spacing w:before="260" w:line="300" w:lineRule="auto"/>
      <w:ind w:firstLine="720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A029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26E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26EE1"/>
    <w:pPr>
      <w:keepNext/>
      <w:spacing w:before="240" w:line="240" w:lineRule="auto"/>
      <w:ind w:firstLine="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26EE1"/>
    <w:pPr>
      <w:keepNext/>
      <w:spacing w:before="240" w:line="240" w:lineRule="auto"/>
      <w:jc w:val="center"/>
      <w:outlineLvl w:val="5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A02923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1713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26EE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1713C"/>
    <w:rPr>
      <w:rFonts w:ascii="Calibri" w:hAnsi="Calibri" w:cs="Times New Roman"/>
      <w:i/>
      <w:iCs/>
      <w:sz w:val="24"/>
      <w:szCs w:val="24"/>
    </w:rPr>
  </w:style>
  <w:style w:type="paragraph" w:customStyle="1" w:styleId="ConsNormal">
    <w:name w:val="ConsNormal"/>
    <w:uiPriority w:val="99"/>
    <w:rsid w:val="00E26EE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E26EE1"/>
    <w:pPr>
      <w:widowControl/>
      <w:autoSpaceDE/>
      <w:autoSpaceDN/>
      <w:adjustRightInd/>
      <w:spacing w:before="0" w:line="240" w:lineRule="auto"/>
      <w:ind w:firstLine="851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26EE1"/>
    <w:rPr>
      <w:rFonts w:cs="Times New Roman"/>
      <w:sz w:val="28"/>
      <w:lang w:val="ru-RU" w:eastAsia="ru-RU" w:bidi="ar-SA"/>
    </w:rPr>
  </w:style>
  <w:style w:type="paragraph" w:styleId="PlainText">
    <w:name w:val="Plain Text"/>
    <w:basedOn w:val="Normal"/>
    <w:link w:val="PlainTextChar"/>
    <w:uiPriority w:val="99"/>
    <w:rsid w:val="00E26EE1"/>
    <w:pPr>
      <w:autoSpaceDE/>
      <w:autoSpaceDN/>
      <w:adjustRightInd/>
      <w:spacing w:before="0"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26EE1"/>
    <w:rPr>
      <w:rFonts w:ascii="Courier New" w:hAnsi="Courier New" w:cs="Times New Roman"/>
      <w:lang w:val="ru-RU" w:eastAsia="ru-RU" w:bidi="ar-SA"/>
    </w:rPr>
  </w:style>
  <w:style w:type="paragraph" w:styleId="BlockText">
    <w:name w:val="Block Text"/>
    <w:basedOn w:val="Normal"/>
    <w:uiPriority w:val="99"/>
    <w:rsid w:val="00E26EE1"/>
    <w:pPr>
      <w:widowControl/>
      <w:autoSpaceDE/>
      <w:autoSpaceDN/>
      <w:adjustRightInd/>
      <w:spacing w:before="0" w:line="240" w:lineRule="auto"/>
      <w:ind w:left="-426" w:right="-1185" w:firstLine="1135"/>
    </w:pPr>
    <w:rPr>
      <w:sz w:val="28"/>
      <w:szCs w:val="20"/>
    </w:rPr>
  </w:style>
  <w:style w:type="paragraph" w:styleId="Footer">
    <w:name w:val="footer"/>
    <w:basedOn w:val="Normal"/>
    <w:link w:val="FooterChar"/>
    <w:uiPriority w:val="99"/>
    <w:rsid w:val="00E26EE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BodyText">
    <w:name w:val="Body Text"/>
    <w:basedOn w:val="Normal"/>
    <w:link w:val="BodyTextChar"/>
    <w:uiPriority w:val="99"/>
    <w:rsid w:val="00E26E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BodyTextIndent3">
    <w:name w:val="Body Text Indent 3"/>
    <w:basedOn w:val="Normal"/>
    <w:link w:val="BodyTextIndent3Char"/>
    <w:uiPriority w:val="99"/>
    <w:rsid w:val="00E26EE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26EE1"/>
    <w:rPr>
      <w:rFonts w:cs="Times New Roman"/>
      <w:sz w:val="16"/>
      <w:szCs w:val="16"/>
      <w:lang w:val="ru-RU" w:eastAsia="ru-RU" w:bidi="ar-SA"/>
    </w:rPr>
  </w:style>
  <w:style w:type="paragraph" w:styleId="Header">
    <w:name w:val="header"/>
    <w:basedOn w:val="Normal"/>
    <w:link w:val="HeaderChar"/>
    <w:uiPriority w:val="99"/>
    <w:rsid w:val="00E26E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26EE1"/>
    <w:rPr>
      <w:rFonts w:cs="Times New Roman"/>
      <w:sz w:val="24"/>
      <w:szCs w:val="24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E26E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26E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6EE1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Title">
    <w:name w:val="ConsTitle"/>
    <w:uiPriority w:val="99"/>
    <w:rsid w:val="00E26EE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E26EE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26EE1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26E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Caption">
    <w:name w:val="caption"/>
    <w:basedOn w:val="Normal"/>
    <w:next w:val="Normal"/>
    <w:uiPriority w:val="99"/>
    <w:qFormat/>
    <w:rsid w:val="00E26EE1"/>
    <w:pPr>
      <w:widowControl/>
      <w:pBdr>
        <w:bottom w:val="single" w:sz="6" w:space="1" w:color="auto"/>
      </w:pBdr>
      <w:autoSpaceDE/>
      <w:autoSpaceDN/>
      <w:adjustRightInd/>
      <w:spacing w:before="0" w:line="312" w:lineRule="auto"/>
      <w:ind w:firstLine="0"/>
      <w:jc w:val="center"/>
    </w:pPr>
    <w:rPr>
      <w:sz w:val="32"/>
      <w:szCs w:val="20"/>
    </w:rPr>
  </w:style>
  <w:style w:type="paragraph" w:styleId="BodyText3">
    <w:name w:val="Body Text 3"/>
    <w:basedOn w:val="Normal"/>
    <w:link w:val="BodyText3Char"/>
    <w:uiPriority w:val="99"/>
    <w:rsid w:val="00E26EE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26EE1"/>
    <w:rPr>
      <w:rFonts w:cs="Times New Roman"/>
      <w:sz w:val="16"/>
      <w:szCs w:val="16"/>
      <w:lang w:val="ru-RU" w:eastAsia="ru-RU" w:bidi="ar-SA"/>
    </w:rPr>
  </w:style>
  <w:style w:type="paragraph" w:customStyle="1" w:styleId="ConsPlusTitle">
    <w:name w:val="ConsPlusTitle"/>
    <w:uiPriority w:val="99"/>
    <w:rsid w:val="00E26EE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1">
    <w:name w:val="Абзац списка1"/>
    <w:basedOn w:val="Normal"/>
    <w:uiPriority w:val="99"/>
    <w:rsid w:val="00E26EE1"/>
    <w:pPr>
      <w:widowControl/>
      <w:adjustRightInd/>
      <w:spacing w:before="0" w:line="240" w:lineRule="auto"/>
      <w:ind w:left="720" w:firstLine="0"/>
      <w:contextualSpacing/>
      <w:jc w:val="left"/>
    </w:pPr>
  </w:style>
  <w:style w:type="paragraph" w:styleId="ListParagraph">
    <w:name w:val="List Paragraph"/>
    <w:basedOn w:val="Normal"/>
    <w:uiPriority w:val="99"/>
    <w:qFormat/>
    <w:rsid w:val="009622F3"/>
    <w:pPr>
      <w:widowControl/>
      <w:autoSpaceDE/>
      <w:autoSpaceDN/>
      <w:adjustRightInd/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A264E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213</Words>
  <Characters>1220</Characters>
  <Application>Microsoft Office Outlook</Application>
  <DocSecurity>0</DocSecurity>
  <Lines>0</Lines>
  <Paragraphs>0</Paragraphs>
  <ScaleCrop>false</ScaleCrop>
  <Company>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vygovskaya</dc:creator>
  <cp:keywords/>
  <dc:description/>
  <cp:lastModifiedBy>user</cp:lastModifiedBy>
  <cp:revision>2</cp:revision>
  <cp:lastPrinted>2019-08-12T12:36:00Z</cp:lastPrinted>
  <dcterms:created xsi:type="dcterms:W3CDTF">2021-05-17T13:53:00Z</dcterms:created>
  <dcterms:modified xsi:type="dcterms:W3CDTF">2021-05-17T13:53:00Z</dcterms:modified>
</cp:coreProperties>
</file>